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2AA2" w14:textId="77777777" w:rsidR="00144328" w:rsidRPr="0095068D" w:rsidRDefault="0095068D" w:rsidP="0095068D">
      <w:pPr>
        <w:tabs>
          <w:tab w:val="left" w:pos="4155"/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4ABC2AB1" wp14:editId="4ABC2AB2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C2AA3" w14:textId="77777777" w:rsidR="0095068D" w:rsidRDefault="0095068D" w:rsidP="0095068D">
      <w:pPr>
        <w:pStyle w:val="Nagwek"/>
        <w:spacing w:after="240"/>
        <w:jc w:val="right"/>
        <w:rPr>
          <w:rFonts w:ascii="Arial" w:hAnsi="Arial" w:cs="Arial"/>
          <w:sz w:val="20"/>
          <w:szCs w:val="20"/>
        </w:rPr>
      </w:pPr>
    </w:p>
    <w:p w14:paraId="4ABC2AA4" w14:textId="77777777" w:rsidR="0095068D" w:rsidRPr="00497BD5" w:rsidRDefault="008424E6" w:rsidP="0095068D">
      <w:pPr>
        <w:pStyle w:val="Nagwek"/>
        <w:spacing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sz w:val="20"/>
          <w:szCs w:val="20"/>
        </w:rPr>
        <w:t xml:space="preserve"> </w:t>
      </w:r>
      <w:r w:rsidR="0095068D" w:rsidRPr="00497BD5">
        <w:rPr>
          <w:rFonts w:ascii="Arial" w:hAnsi="Arial" w:cs="Arial"/>
        </w:rPr>
        <w:t xml:space="preserve">Formularz nr </w:t>
      </w:r>
      <w:r w:rsidR="0095068D">
        <w:rPr>
          <w:rFonts w:ascii="Arial" w:hAnsi="Arial" w:cs="Arial"/>
        </w:rPr>
        <w:t>9</w:t>
      </w:r>
    </w:p>
    <w:p w14:paraId="4ABC2AA5" w14:textId="77777777" w:rsidR="0095068D" w:rsidRPr="00497BD5" w:rsidRDefault="0095068D" w:rsidP="0095068D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4ABC2AA6" w14:textId="77777777" w:rsidR="00F75F04" w:rsidRPr="0095068D" w:rsidRDefault="0095068D" w:rsidP="0095068D">
      <w:pPr>
        <w:tabs>
          <w:tab w:val="center" w:pos="2268"/>
          <w:tab w:val="center" w:pos="6804"/>
        </w:tabs>
        <w:spacing w:before="480" w:after="84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</w:t>
      </w:r>
      <w:r>
        <w:rPr>
          <w:rFonts w:ascii="Arial" w:hAnsi="Arial" w:cs="Arial"/>
        </w:rPr>
        <w:t>a</w:t>
      </w:r>
    </w:p>
    <w:p w14:paraId="4ABC2AA7" w14:textId="77777777" w:rsidR="000969D9" w:rsidRDefault="000969D9" w:rsidP="00F75F04">
      <w:pPr>
        <w:spacing w:line="276" w:lineRule="auto"/>
        <w:jc w:val="center"/>
        <w:rPr>
          <w:rFonts w:ascii="Arial" w:hAnsi="Arial" w:cs="Arial"/>
          <w:b/>
        </w:rPr>
      </w:pPr>
    </w:p>
    <w:p w14:paraId="4ABC2AA8" w14:textId="77777777" w:rsidR="000969D9" w:rsidRDefault="000969D9" w:rsidP="00F75F04">
      <w:pPr>
        <w:spacing w:line="276" w:lineRule="auto"/>
        <w:jc w:val="center"/>
        <w:rPr>
          <w:rFonts w:ascii="Arial" w:hAnsi="Arial" w:cs="Arial"/>
          <w:b/>
        </w:rPr>
      </w:pPr>
    </w:p>
    <w:p w14:paraId="4ABC2AA9" w14:textId="77777777" w:rsidR="00F75F04" w:rsidRPr="0095068D" w:rsidRDefault="003C2FA0" w:rsidP="00F75F04">
      <w:pPr>
        <w:spacing w:line="276" w:lineRule="auto"/>
        <w:jc w:val="center"/>
        <w:rPr>
          <w:rFonts w:ascii="Arial" w:hAnsi="Arial" w:cs="Arial"/>
        </w:rPr>
      </w:pPr>
      <w:r w:rsidRPr="0095068D">
        <w:rPr>
          <w:rFonts w:ascii="Arial" w:hAnsi="Arial" w:cs="Arial"/>
          <w:b/>
        </w:rPr>
        <w:t>OŚWIADCZENIE</w:t>
      </w:r>
      <w:r w:rsidR="000F5758" w:rsidRPr="0095068D">
        <w:rPr>
          <w:rFonts w:ascii="Arial" w:hAnsi="Arial" w:cs="Arial"/>
          <w:b/>
        </w:rPr>
        <w:t xml:space="preserve"> O TRUDNEJ SYTUACJI FINANSOWEJ</w:t>
      </w:r>
    </w:p>
    <w:p w14:paraId="4ABC2AAA" w14:textId="77777777" w:rsidR="00F75F04" w:rsidRPr="0095068D" w:rsidRDefault="00F75F04" w:rsidP="00102AC0">
      <w:pPr>
        <w:spacing w:line="360" w:lineRule="auto"/>
        <w:rPr>
          <w:rFonts w:ascii="Arial" w:hAnsi="Arial" w:cs="Arial"/>
        </w:rPr>
      </w:pPr>
    </w:p>
    <w:p w14:paraId="4ABC2AAB" w14:textId="6603DD25" w:rsidR="0004704F" w:rsidRPr="0095068D" w:rsidRDefault="000F5758" w:rsidP="0095068D">
      <w:pPr>
        <w:spacing w:before="60" w:line="276" w:lineRule="auto"/>
        <w:rPr>
          <w:rFonts w:ascii="Arial" w:hAnsi="Arial" w:cs="Arial"/>
        </w:rPr>
      </w:pPr>
      <w:r w:rsidRPr="0095068D">
        <w:rPr>
          <w:rFonts w:ascii="Arial" w:hAnsi="Arial" w:cs="Arial"/>
        </w:rPr>
        <w:t>W związku z ubieganiem się o dofinansowanie</w:t>
      </w:r>
      <w:r w:rsidR="0060352D" w:rsidRPr="0095068D">
        <w:rPr>
          <w:rFonts w:ascii="Arial" w:hAnsi="Arial" w:cs="Arial"/>
        </w:rPr>
        <w:t xml:space="preserve"> projektu</w:t>
      </w:r>
      <w:r w:rsidR="004469C1" w:rsidRPr="0095068D">
        <w:rPr>
          <w:rFonts w:ascii="Arial" w:hAnsi="Arial" w:cs="Arial"/>
        </w:rPr>
        <w:t xml:space="preserve"> nr</w:t>
      </w:r>
      <w:r w:rsidR="0095068D">
        <w:rPr>
          <w:rFonts w:ascii="Arial" w:hAnsi="Arial" w:cs="Arial"/>
        </w:rPr>
        <w:t xml:space="preserve"> …………………………...... </w:t>
      </w:r>
      <w:r w:rsidR="004469C1" w:rsidRPr="0095068D">
        <w:rPr>
          <w:rFonts w:ascii="Arial" w:hAnsi="Arial" w:cs="Arial"/>
        </w:rPr>
        <w:t>(</w:t>
      </w:r>
      <w:r w:rsidR="004469C1" w:rsidRPr="00D96EA2">
        <w:rPr>
          <w:rFonts w:ascii="Arial" w:hAnsi="Arial" w:cs="Arial"/>
          <w:i/>
        </w:rPr>
        <w:t xml:space="preserve">nr wniosku </w:t>
      </w:r>
      <w:r w:rsidR="008B09D7" w:rsidRPr="00D96EA2">
        <w:rPr>
          <w:rFonts w:ascii="Arial" w:hAnsi="Arial" w:cs="Arial"/>
          <w:i/>
        </w:rPr>
        <w:t>o dofinansowanie</w:t>
      </w:r>
      <w:r w:rsidR="004469C1" w:rsidRPr="0095068D">
        <w:rPr>
          <w:rFonts w:ascii="Arial" w:hAnsi="Arial" w:cs="Arial"/>
        </w:rPr>
        <w:t>)</w:t>
      </w:r>
      <w:r w:rsidR="008A05ED" w:rsidRPr="0095068D">
        <w:rPr>
          <w:rFonts w:ascii="Arial" w:hAnsi="Arial" w:cs="Arial"/>
        </w:rPr>
        <w:t xml:space="preserve"> </w:t>
      </w:r>
      <w:r w:rsidR="008B09D7" w:rsidRPr="0095068D">
        <w:rPr>
          <w:rFonts w:ascii="Arial" w:hAnsi="Arial" w:cs="Arial"/>
        </w:rPr>
        <w:t xml:space="preserve"> </w:t>
      </w:r>
      <w:r w:rsidR="0060352D" w:rsidRPr="0095068D">
        <w:rPr>
          <w:rFonts w:ascii="Arial" w:hAnsi="Arial" w:cs="Arial"/>
        </w:rPr>
        <w:t>pn.</w:t>
      </w:r>
      <w:r w:rsidR="0095068D">
        <w:rPr>
          <w:rFonts w:ascii="Arial" w:hAnsi="Arial" w:cs="Arial"/>
        </w:rPr>
        <w:t xml:space="preserve"> …………………………………………………………</w:t>
      </w:r>
      <w:r w:rsidR="008A05ED" w:rsidRPr="0095068D">
        <w:rPr>
          <w:rFonts w:ascii="Arial" w:hAnsi="Arial" w:cs="Arial"/>
        </w:rPr>
        <w:t xml:space="preserve"> </w:t>
      </w:r>
      <w:r w:rsidR="008B09D7" w:rsidRPr="0095068D">
        <w:rPr>
          <w:rFonts w:ascii="Arial" w:hAnsi="Arial" w:cs="Arial"/>
        </w:rPr>
        <w:t>(</w:t>
      </w:r>
      <w:r w:rsidR="008B09D7" w:rsidRPr="00D96EA2">
        <w:rPr>
          <w:rFonts w:ascii="Arial" w:hAnsi="Arial" w:cs="Arial"/>
          <w:i/>
        </w:rPr>
        <w:t xml:space="preserve">nazwa </w:t>
      </w:r>
      <w:r w:rsidR="0060352D" w:rsidRPr="00D96EA2">
        <w:rPr>
          <w:rFonts w:ascii="Arial" w:hAnsi="Arial" w:cs="Arial"/>
          <w:i/>
        </w:rPr>
        <w:t>projektu</w:t>
      </w:r>
      <w:r w:rsidR="0060352D" w:rsidRPr="0095068D">
        <w:rPr>
          <w:rFonts w:ascii="Arial" w:hAnsi="Arial" w:cs="Arial"/>
        </w:rPr>
        <w:t>)</w:t>
      </w:r>
      <w:r w:rsidR="00CA17F3" w:rsidRPr="0095068D">
        <w:rPr>
          <w:rFonts w:ascii="Arial" w:hAnsi="Arial" w:cs="Arial"/>
          <w:i/>
        </w:rPr>
        <w:t xml:space="preserve"> </w:t>
      </w:r>
      <w:r w:rsidR="00CA17F3" w:rsidRPr="0095068D">
        <w:rPr>
          <w:rFonts w:ascii="Arial" w:hAnsi="Arial" w:cs="Arial"/>
        </w:rPr>
        <w:t>oświadczam</w:t>
      </w:r>
      <w:r w:rsidRPr="0095068D">
        <w:rPr>
          <w:rFonts w:ascii="Arial" w:hAnsi="Arial" w:cs="Arial"/>
        </w:rPr>
        <w:t>, iż </w:t>
      </w:r>
      <w:r w:rsidR="00C72030" w:rsidRPr="0095068D">
        <w:rPr>
          <w:rFonts w:ascii="Arial" w:hAnsi="Arial" w:cs="Arial"/>
        </w:rPr>
        <w:t xml:space="preserve">sytuacja ekonomiczna </w:t>
      </w:r>
      <w:r w:rsidR="0095068D">
        <w:rPr>
          <w:rFonts w:ascii="Arial" w:hAnsi="Arial" w:cs="Arial"/>
        </w:rPr>
        <w:t xml:space="preserve">………………………………... </w:t>
      </w:r>
      <w:r w:rsidRPr="0095068D">
        <w:rPr>
          <w:rFonts w:ascii="Arial" w:hAnsi="Arial" w:cs="Arial"/>
        </w:rPr>
        <w:t>(</w:t>
      </w:r>
      <w:r w:rsidR="00BA4A08" w:rsidRPr="00D96EA2">
        <w:rPr>
          <w:rFonts w:ascii="Arial" w:hAnsi="Arial" w:cs="Arial"/>
          <w:i/>
        </w:rPr>
        <w:t xml:space="preserve">nazwa </w:t>
      </w:r>
      <w:r w:rsidR="00F02740">
        <w:rPr>
          <w:rFonts w:ascii="Arial" w:hAnsi="Arial" w:cs="Arial"/>
          <w:i/>
        </w:rPr>
        <w:t>w</w:t>
      </w:r>
      <w:r w:rsidR="00BA4A08" w:rsidRPr="00D96EA2">
        <w:rPr>
          <w:rFonts w:ascii="Arial" w:hAnsi="Arial" w:cs="Arial"/>
          <w:i/>
        </w:rPr>
        <w:t>nioskodawcy/</w:t>
      </w:r>
      <w:r w:rsidR="00F02740">
        <w:rPr>
          <w:rFonts w:ascii="Arial" w:hAnsi="Arial" w:cs="Arial"/>
          <w:i/>
        </w:rPr>
        <w:t>p</w:t>
      </w:r>
      <w:r w:rsidRPr="00D96EA2">
        <w:rPr>
          <w:rFonts w:ascii="Arial" w:hAnsi="Arial" w:cs="Arial"/>
          <w:i/>
        </w:rPr>
        <w:t>artnera</w:t>
      </w:r>
      <w:r w:rsidRPr="0095068D">
        <w:rPr>
          <w:rFonts w:ascii="Arial" w:hAnsi="Arial" w:cs="Arial"/>
        </w:rPr>
        <w:t xml:space="preserve">) </w:t>
      </w:r>
      <w:r w:rsidR="00C72030" w:rsidRPr="0095068D">
        <w:rPr>
          <w:rFonts w:ascii="Arial" w:hAnsi="Arial" w:cs="Arial"/>
        </w:rPr>
        <w:t>oraz grupy przedsiębiorstw tworzących jeden podmiot gospodarczy n</w:t>
      </w:r>
      <w:r w:rsidR="00BA52C0" w:rsidRPr="0095068D">
        <w:rPr>
          <w:rFonts w:ascii="Arial" w:hAnsi="Arial" w:cs="Arial"/>
        </w:rPr>
        <w:t>ie uległa zmianie i nie znajduje</w:t>
      </w:r>
      <w:r w:rsidRPr="0095068D">
        <w:rPr>
          <w:rFonts w:ascii="Arial" w:hAnsi="Arial" w:cs="Arial"/>
        </w:rPr>
        <w:t xml:space="preserve"> się w trudnej sytuacji finansowej.</w:t>
      </w:r>
    </w:p>
    <w:p w14:paraId="4ABC2AAC" w14:textId="77777777" w:rsidR="005D50D6" w:rsidRPr="0095068D" w:rsidRDefault="005D50D6" w:rsidP="0095068D">
      <w:pPr>
        <w:spacing w:before="60" w:line="276" w:lineRule="auto"/>
        <w:rPr>
          <w:rFonts w:ascii="Arial" w:hAnsi="Arial" w:cs="Arial"/>
        </w:rPr>
      </w:pPr>
    </w:p>
    <w:p w14:paraId="4ABC2AAD" w14:textId="77777777" w:rsidR="0019686D" w:rsidRDefault="005D50D6" w:rsidP="0095068D">
      <w:pPr>
        <w:pStyle w:val="Default"/>
        <w:spacing w:before="60" w:line="276" w:lineRule="auto"/>
        <w:rPr>
          <w:rFonts w:ascii="Arial" w:hAnsi="Arial" w:cs="Arial"/>
        </w:rPr>
      </w:pPr>
      <w:r w:rsidRPr="0095068D">
        <w:rPr>
          <w:rFonts w:ascii="Arial" w:hAnsi="Arial" w:cs="Arial"/>
        </w:rPr>
        <w:t>Jestem świadomy odpowiedzialności karnej za złożenie fałszywych oświadczeń.</w:t>
      </w:r>
    </w:p>
    <w:p w14:paraId="4ABC2AAE" w14:textId="77777777" w:rsidR="0095068D" w:rsidRPr="0095068D" w:rsidRDefault="0095068D" w:rsidP="0095068D">
      <w:pPr>
        <w:pStyle w:val="Default"/>
        <w:spacing w:before="60" w:after="840" w:line="276" w:lineRule="auto"/>
        <w:rPr>
          <w:rFonts w:ascii="Arial" w:hAnsi="Arial" w:cs="Arial"/>
        </w:rPr>
      </w:pPr>
    </w:p>
    <w:p w14:paraId="4ABC2AAF" w14:textId="77777777" w:rsidR="000969D9" w:rsidRPr="0095068D" w:rsidRDefault="002D2191" w:rsidP="00DC5FB5">
      <w:pPr>
        <w:rPr>
          <w:rFonts w:ascii="Arial" w:hAnsi="Arial" w:cs="Arial"/>
          <w:sz w:val="20"/>
          <w:szCs w:val="20"/>
        </w:rPr>
      </w:pPr>
      <w:r w:rsidRPr="0095068D">
        <w:rPr>
          <w:rFonts w:ascii="Arial" w:hAnsi="Arial" w:cs="Arial"/>
          <w:sz w:val="20"/>
          <w:szCs w:val="20"/>
        </w:rPr>
        <w:t>(P</w:t>
      </w:r>
      <w:r w:rsidR="005C3EA2" w:rsidRPr="0095068D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95068D">
        <w:rPr>
          <w:rFonts w:ascii="Arial" w:hAnsi="Arial" w:cs="Arial"/>
          <w:sz w:val="20"/>
          <w:szCs w:val="20"/>
        </w:rPr>
        <w:t>składania oświadcze</w:t>
      </w:r>
      <w:r w:rsidR="00031C82" w:rsidRPr="0095068D">
        <w:rPr>
          <w:rFonts w:ascii="Arial" w:hAnsi="Arial" w:cs="Arial"/>
          <w:sz w:val="20"/>
          <w:szCs w:val="20"/>
        </w:rPr>
        <w:t>ń</w:t>
      </w:r>
      <w:r w:rsidR="00144328" w:rsidRPr="0095068D">
        <w:rPr>
          <w:rFonts w:ascii="Arial" w:hAnsi="Arial" w:cs="Arial"/>
          <w:sz w:val="20"/>
          <w:szCs w:val="20"/>
        </w:rPr>
        <w:t xml:space="preserve"> </w:t>
      </w:r>
    </w:p>
    <w:p w14:paraId="4ABC2AB0" w14:textId="77777777" w:rsidR="00136BCA" w:rsidRPr="0095068D" w:rsidRDefault="00144328" w:rsidP="0095068D">
      <w:pPr>
        <w:rPr>
          <w:rFonts w:ascii="Arial" w:hAnsi="Arial" w:cs="Arial"/>
          <w:sz w:val="20"/>
          <w:szCs w:val="20"/>
        </w:rPr>
      </w:pPr>
      <w:r w:rsidRPr="0095068D">
        <w:rPr>
          <w:rFonts w:ascii="Arial" w:hAnsi="Arial" w:cs="Arial"/>
          <w:sz w:val="20"/>
          <w:szCs w:val="20"/>
        </w:rPr>
        <w:t xml:space="preserve">w imieniu </w:t>
      </w:r>
      <w:r w:rsidR="005C3EA2" w:rsidRPr="0095068D">
        <w:rPr>
          <w:rFonts w:ascii="Arial" w:hAnsi="Arial" w:cs="Arial"/>
          <w:sz w:val="20"/>
          <w:szCs w:val="20"/>
        </w:rPr>
        <w:t>Wnioskodawcy</w:t>
      </w:r>
      <w:r w:rsidR="000969D9" w:rsidRPr="0095068D">
        <w:rPr>
          <w:rFonts w:ascii="Arial" w:hAnsi="Arial" w:cs="Arial"/>
          <w:sz w:val="20"/>
          <w:szCs w:val="20"/>
        </w:rPr>
        <w:t xml:space="preserve"> / Partnera</w:t>
      </w:r>
      <w:r w:rsidR="004E1760" w:rsidRPr="0095068D">
        <w:rPr>
          <w:rFonts w:ascii="Arial" w:hAnsi="Arial" w:cs="Arial"/>
          <w:sz w:val="20"/>
          <w:szCs w:val="20"/>
        </w:rPr>
        <w:t>)</w:t>
      </w:r>
    </w:p>
    <w:sectPr w:rsidR="00136BCA" w:rsidRPr="0095068D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7EAD0" w14:textId="77777777" w:rsidR="003F2C54" w:rsidRDefault="003F2C54" w:rsidP="00F75F04">
      <w:r>
        <w:separator/>
      </w:r>
    </w:p>
  </w:endnote>
  <w:endnote w:type="continuationSeparator" w:id="0">
    <w:p w14:paraId="673A1397" w14:textId="77777777" w:rsidR="003F2C54" w:rsidRDefault="003F2C54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D6130" w14:textId="77777777" w:rsidR="003F2C54" w:rsidRDefault="003F2C54" w:rsidP="00F75F04">
      <w:r>
        <w:separator/>
      </w:r>
    </w:p>
  </w:footnote>
  <w:footnote w:type="continuationSeparator" w:id="0">
    <w:p w14:paraId="5909403C" w14:textId="77777777" w:rsidR="003F2C54" w:rsidRDefault="003F2C54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220"/>
    <w:rsid w:val="000165DC"/>
    <w:rsid w:val="00016E90"/>
    <w:rsid w:val="00031C82"/>
    <w:rsid w:val="0004704F"/>
    <w:rsid w:val="00052074"/>
    <w:rsid w:val="0006187B"/>
    <w:rsid w:val="000652C1"/>
    <w:rsid w:val="000741F8"/>
    <w:rsid w:val="00077B5B"/>
    <w:rsid w:val="00084AE0"/>
    <w:rsid w:val="00092F27"/>
    <w:rsid w:val="000969D9"/>
    <w:rsid w:val="000A4E40"/>
    <w:rsid w:val="000C0C72"/>
    <w:rsid w:val="000E166E"/>
    <w:rsid w:val="000F5758"/>
    <w:rsid w:val="000F59FA"/>
    <w:rsid w:val="00102AC0"/>
    <w:rsid w:val="00104A45"/>
    <w:rsid w:val="0012448B"/>
    <w:rsid w:val="00136BCA"/>
    <w:rsid w:val="00144328"/>
    <w:rsid w:val="0015070A"/>
    <w:rsid w:val="0019686D"/>
    <w:rsid w:val="001A3B3F"/>
    <w:rsid w:val="001A5144"/>
    <w:rsid w:val="001B100B"/>
    <w:rsid w:val="001C75CF"/>
    <w:rsid w:val="001E595C"/>
    <w:rsid w:val="001F08BE"/>
    <w:rsid w:val="001F3C3E"/>
    <w:rsid w:val="001F7D87"/>
    <w:rsid w:val="00213EDF"/>
    <w:rsid w:val="0023181C"/>
    <w:rsid w:val="00241B47"/>
    <w:rsid w:val="002432CA"/>
    <w:rsid w:val="00243889"/>
    <w:rsid w:val="002455C7"/>
    <w:rsid w:val="00245F98"/>
    <w:rsid w:val="00265195"/>
    <w:rsid w:val="00291CCD"/>
    <w:rsid w:val="0029675B"/>
    <w:rsid w:val="002A04BD"/>
    <w:rsid w:val="002B6B33"/>
    <w:rsid w:val="002C34E6"/>
    <w:rsid w:val="002D2121"/>
    <w:rsid w:val="002D2191"/>
    <w:rsid w:val="002F60B5"/>
    <w:rsid w:val="002F6528"/>
    <w:rsid w:val="0030178C"/>
    <w:rsid w:val="003102EF"/>
    <w:rsid w:val="003161F8"/>
    <w:rsid w:val="003241AC"/>
    <w:rsid w:val="00332B9B"/>
    <w:rsid w:val="00377C96"/>
    <w:rsid w:val="003B3B84"/>
    <w:rsid w:val="003C2FA0"/>
    <w:rsid w:val="003E2E5B"/>
    <w:rsid w:val="003E393B"/>
    <w:rsid w:val="003E55B2"/>
    <w:rsid w:val="003F210E"/>
    <w:rsid w:val="003F2C54"/>
    <w:rsid w:val="003F43FB"/>
    <w:rsid w:val="00413E00"/>
    <w:rsid w:val="004469C1"/>
    <w:rsid w:val="004857DC"/>
    <w:rsid w:val="00491094"/>
    <w:rsid w:val="00492FFF"/>
    <w:rsid w:val="004B0A00"/>
    <w:rsid w:val="004D0C36"/>
    <w:rsid w:val="004E1760"/>
    <w:rsid w:val="004F2C1A"/>
    <w:rsid w:val="005033E1"/>
    <w:rsid w:val="00505DC9"/>
    <w:rsid w:val="005140C0"/>
    <w:rsid w:val="00520068"/>
    <w:rsid w:val="00537856"/>
    <w:rsid w:val="00552865"/>
    <w:rsid w:val="00553986"/>
    <w:rsid w:val="00561B14"/>
    <w:rsid w:val="00563342"/>
    <w:rsid w:val="00565B9C"/>
    <w:rsid w:val="0056673B"/>
    <w:rsid w:val="00587D41"/>
    <w:rsid w:val="00591C2B"/>
    <w:rsid w:val="00593F99"/>
    <w:rsid w:val="005A2769"/>
    <w:rsid w:val="005A68CC"/>
    <w:rsid w:val="005C173D"/>
    <w:rsid w:val="005C3EA2"/>
    <w:rsid w:val="005C6A2A"/>
    <w:rsid w:val="005C70E4"/>
    <w:rsid w:val="005D50D6"/>
    <w:rsid w:val="005F0697"/>
    <w:rsid w:val="0060352D"/>
    <w:rsid w:val="00606ABA"/>
    <w:rsid w:val="0062322E"/>
    <w:rsid w:val="00636369"/>
    <w:rsid w:val="00641E9D"/>
    <w:rsid w:val="00642B85"/>
    <w:rsid w:val="0064696D"/>
    <w:rsid w:val="006471F6"/>
    <w:rsid w:val="00652C86"/>
    <w:rsid w:val="006712E4"/>
    <w:rsid w:val="00676DCD"/>
    <w:rsid w:val="006773FC"/>
    <w:rsid w:val="006A419E"/>
    <w:rsid w:val="007318A8"/>
    <w:rsid w:val="00754E7A"/>
    <w:rsid w:val="007679F5"/>
    <w:rsid w:val="007758D4"/>
    <w:rsid w:val="007827D5"/>
    <w:rsid w:val="00783172"/>
    <w:rsid w:val="00784457"/>
    <w:rsid w:val="00787F39"/>
    <w:rsid w:val="007D2FFF"/>
    <w:rsid w:val="007E4FA8"/>
    <w:rsid w:val="008215E8"/>
    <w:rsid w:val="008424E6"/>
    <w:rsid w:val="00860E20"/>
    <w:rsid w:val="008612D2"/>
    <w:rsid w:val="00867220"/>
    <w:rsid w:val="00890966"/>
    <w:rsid w:val="008A05ED"/>
    <w:rsid w:val="008A3DB1"/>
    <w:rsid w:val="008A40C5"/>
    <w:rsid w:val="008A56F3"/>
    <w:rsid w:val="008B09D7"/>
    <w:rsid w:val="008B7D62"/>
    <w:rsid w:val="008D01C5"/>
    <w:rsid w:val="008D0BFB"/>
    <w:rsid w:val="008E7F53"/>
    <w:rsid w:val="0090295B"/>
    <w:rsid w:val="00916BC8"/>
    <w:rsid w:val="0092119C"/>
    <w:rsid w:val="009327E2"/>
    <w:rsid w:val="00943A0F"/>
    <w:rsid w:val="00943F79"/>
    <w:rsid w:val="00946547"/>
    <w:rsid w:val="0095068D"/>
    <w:rsid w:val="00995250"/>
    <w:rsid w:val="009979CB"/>
    <w:rsid w:val="009A18D4"/>
    <w:rsid w:val="009A49F5"/>
    <w:rsid w:val="009A6F1B"/>
    <w:rsid w:val="009D21C6"/>
    <w:rsid w:val="009D549C"/>
    <w:rsid w:val="009E78A1"/>
    <w:rsid w:val="009F1790"/>
    <w:rsid w:val="00A16DB2"/>
    <w:rsid w:val="00A505EC"/>
    <w:rsid w:val="00A52A94"/>
    <w:rsid w:val="00A70B4C"/>
    <w:rsid w:val="00A714C7"/>
    <w:rsid w:val="00A76CDF"/>
    <w:rsid w:val="00A806E6"/>
    <w:rsid w:val="00AA022C"/>
    <w:rsid w:val="00AC75F8"/>
    <w:rsid w:val="00AD2220"/>
    <w:rsid w:val="00AF6EA0"/>
    <w:rsid w:val="00AF6F07"/>
    <w:rsid w:val="00B03F6C"/>
    <w:rsid w:val="00B04B85"/>
    <w:rsid w:val="00B2108C"/>
    <w:rsid w:val="00B336CB"/>
    <w:rsid w:val="00B73669"/>
    <w:rsid w:val="00B75401"/>
    <w:rsid w:val="00B814E4"/>
    <w:rsid w:val="00BA2092"/>
    <w:rsid w:val="00BA4A08"/>
    <w:rsid w:val="00BA52C0"/>
    <w:rsid w:val="00BB6000"/>
    <w:rsid w:val="00C67F40"/>
    <w:rsid w:val="00C703BA"/>
    <w:rsid w:val="00C72030"/>
    <w:rsid w:val="00C7650E"/>
    <w:rsid w:val="00C870C2"/>
    <w:rsid w:val="00CA17F3"/>
    <w:rsid w:val="00CB1A70"/>
    <w:rsid w:val="00CC0221"/>
    <w:rsid w:val="00CC1C1C"/>
    <w:rsid w:val="00CC4329"/>
    <w:rsid w:val="00CD05EE"/>
    <w:rsid w:val="00CE79CC"/>
    <w:rsid w:val="00D1175D"/>
    <w:rsid w:val="00D30329"/>
    <w:rsid w:val="00D556E1"/>
    <w:rsid w:val="00D62F89"/>
    <w:rsid w:val="00D70D5D"/>
    <w:rsid w:val="00D86028"/>
    <w:rsid w:val="00D96EA2"/>
    <w:rsid w:val="00DA4EE0"/>
    <w:rsid w:val="00DA7A14"/>
    <w:rsid w:val="00DB0DC2"/>
    <w:rsid w:val="00DC5FB5"/>
    <w:rsid w:val="00DD3A65"/>
    <w:rsid w:val="00E402BB"/>
    <w:rsid w:val="00E41D62"/>
    <w:rsid w:val="00E50553"/>
    <w:rsid w:val="00E61989"/>
    <w:rsid w:val="00E76A0A"/>
    <w:rsid w:val="00E93766"/>
    <w:rsid w:val="00EB4F10"/>
    <w:rsid w:val="00ED181F"/>
    <w:rsid w:val="00EE0E63"/>
    <w:rsid w:val="00EF3E7C"/>
    <w:rsid w:val="00F02740"/>
    <w:rsid w:val="00F2595B"/>
    <w:rsid w:val="00F54C46"/>
    <w:rsid w:val="00F6743A"/>
    <w:rsid w:val="00F75F04"/>
    <w:rsid w:val="00F83E0F"/>
    <w:rsid w:val="00F91185"/>
    <w:rsid w:val="00FB014D"/>
    <w:rsid w:val="00FF1B95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C2AA2"/>
  <w14:defaultImageDpi w14:val="0"/>
  <w15:docId w15:val="{FA51E5B6-A90B-475B-8366-47AE7DE6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9.%20O&#347;wiadczenie%20o%20trudnej%20sytuacji%20finans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DF6123-FF2D-4FBA-BA24-EDECCB6B0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19E1BE-3EF1-4AE2-8946-EF9D19D30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E82119-B24A-44F2-8B8E-7E1DCA404F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79C6B5-4351-4B63-820F-F90F7D3EC426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9. Oświadczenie o trudnej sytuacji finansowej</Template>
  <TotalTime>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9. Oświadczenie o trudnej sytuacji finansowej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9. Oświadczenie o trudnej sytuacji finansowej</dc:title>
  <dc:subject/>
  <dc:creator>Mikrut Monika</dc:creator>
  <cp:keywords/>
  <dc:description/>
  <cp:lastModifiedBy>Suliga Katarzyna</cp:lastModifiedBy>
  <cp:revision>6</cp:revision>
  <cp:lastPrinted>2018-02-01T12:40:00Z</cp:lastPrinted>
  <dcterms:created xsi:type="dcterms:W3CDTF">2024-02-29T10:19:00Z</dcterms:created>
  <dcterms:modified xsi:type="dcterms:W3CDTF">2024-03-06T10:21:00Z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